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2F8" w:rsidRPr="004E5A52" w:rsidRDefault="002252F8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802087014" r:id="rId5"/>
        </w:object>
      </w:r>
    </w:p>
    <w:p w:rsidR="002252F8" w:rsidRPr="004E5A52" w:rsidRDefault="002252F8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2252F8" w:rsidRPr="004E5A52" w:rsidRDefault="002252F8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2252F8" w:rsidRPr="004E5A52" w:rsidRDefault="002252F8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:rsidR="002252F8" w:rsidRPr="004E5A52" w:rsidRDefault="002252F8" w:rsidP="00A52DAE">
      <w:pPr>
        <w:jc w:val="center"/>
        <w:rPr>
          <w:b/>
          <w:sz w:val="16"/>
          <w:szCs w:val="16"/>
          <w:lang w:val="uk-UA"/>
        </w:rPr>
      </w:pPr>
    </w:p>
    <w:p w:rsidR="002252F8" w:rsidRPr="004E5A52" w:rsidRDefault="002252F8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:rsidR="002252F8" w:rsidRPr="004E5A52" w:rsidRDefault="002252F8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:rsidR="002252F8" w:rsidRPr="004E5A52" w:rsidRDefault="002252F8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2252F8" w:rsidRPr="004E5A52" w:rsidRDefault="002252F8" w:rsidP="007E1204">
      <w:pPr>
        <w:rPr>
          <w:lang w:val="uk-UA"/>
        </w:rPr>
      </w:pPr>
      <w:r>
        <w:rPr>
          <w:lang w:val="uk-UA"/>
        </w:rPr>
        <w:t xml:space="preserve">                             </w:t>
      </w:r>
      <w:r w:rsidRPr="004E5A52">
        <w:rPr>
          <w:lang w:val="uk-UA"/>
        </w:rPr>
        <w:t>м. Житомир</w:t>
      </w:r>
    </w:p>
    <w:p w:rsidR="002252F8" w:rsidRDefault="002252F8" w:rsidP="00456234">
      <w:pPr>
        <w:rPr>
          <w:sz w:val="28"/>
          <w:szCs w:val="20"/>
          <w:lang w:val="uk-UA"/>
        </w:rPr>
      </w:pPr>
    </w:p>
    <w:p w:rsidR="002252F8" w:rsidRDefault="002252F8" w:rsidP="00E85C70">
      <w:pPr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Про списання основних засобів</w:t>
      </w:r>
    </w:p>
    <w:p w:rsidR="002252F8" w:rsidRDefault="002252F8" w:rsidP="00E85C70">
      <w:pPr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комунального підприємства</w:t>
      </w:r>
    </w:p>
    <w:p w:rsidR="002252F8" w:rsidRDefault="002252F8" w:rsidP="00E85C70">
      <w:pPr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«Зеленбуд» Житомирської </w:t>
      </w:r>
    </w:p>
    <w:p w:rsidR="002252F8" w:rsidRDefault="002252F8" w:rsidP="00E85C70">
      <w:pPr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міської ради</w:t>
      </w:r>
    </w:p>
    <w:p w:rsidR="002252F8" w:rsidRPr="000D17A5" w:rsidRDefault="002252F8" w:rsidP="00456234">
      <w:pPr>
        <w:rPr>
          <w:sz w:val="28"/>
          <w:szCs w:val="20"/>
          <w:lang w:val="uk-UA"/>
        </w:rPr>
      </w:pPr>
    </w:p>
    <w:p w:rsidR="002252F8" w:rsidRPr="00A33BC7" w:rsidRDefault="002252F8" w:rsidP="00456234">
      <w:pPr>
        <w:ind w:firstLine="680"/>
        <w:jc w:val="both"/>
        <w:rPr>
          <w:sz w:val="28"/>
          <w:szCs w:val="20"/>
          <w:lang w:val="uk-UA"/>
        </w:rPr>
      </w:pPr>
      <w:r w:rsidRPr="00A33BC7">
        <w:rPr>
          <w:bCs/>
          <w:sz w:val="28"/>
          <w:szCs w:val="28"/>
          <w:lang w:val="uk-UA"/>
        </w:rPr>
        <w:t xml:space="preserve">Враховуючи звернення комунального підприємства «Зеленбуд» Житомирської міської ради від </w:t>
      </w:r>
      <w:r>
        <w:rPr>
          <w:bCs/>
          <w:sz w:val="28"/>
          <w:szCs w:val="28"/>
          <w:lang w:val="uk-UA"/>
        </w:rPr>
        <w:t>07.02</w:t>
      </w:r>
      <w:r w:rsidRPr="00A33BC7">
        <w:rPr>
          <w:bCs/>
          <w:sz w:val="28"/>
          <w:szCs w:val="28"/>
          <w:lang w:val="uk-UA"/>
        </w:rPr>
        <w:t>.202</w:t>
      </w:r>
      <w:r>
        <w:rPr>
          <w:bCs/>
          <w:sz w:val="28"/>
          <w:szCs w:val="28"/>
          <w:lang w:val="uk-UA"/>
        </w:rPr>
        <w:t xml:space="preserve">5 </w:t>
      </w:r>
      <w:r w:rsidRPr="00A33BC7">
        <w:rPr>
          <w:bCs/>
          <w:sz w:val="28"/>
          <w:szCs w:val="28"/>
          <w:lang w:val="uk-UA"/>
        </w:rPr>
        <w:t xml:space="preserve">року № </w:t>
      </w:r>
      <w:r>
        <w:rPr>
          <w:bCs/>
          <w:sz w:val="28"/>
          <w:szCs w:val="28"/>
          <w:lang w:val="uk-UA"/>
        </w:rPr>
        <w:t>43</w:t>
      </w:r>
      <w:r w:rsidRPr="00A33BC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A33BC7">
        <w:rPr>
          <w:bCs/>
          <w:sz w:val="28"/>
          <w:szCs w:val="28"/>
          <w:lang w:val="uk-UA"/>
        </w:rPr>
        <w:t>відповідно до  експертного висновку про технічний стан № В-</w:t>
      </w:r>
      <w:r>
        <w:rPr>
          <w:bCs/>
          <w:sz w:val="28"/>
          <w:szCs w:val="28"/>
          <w:lang w:val="uk-UA"/>
        </w:rPr>
        <w:t>155</w:t>
      </w:r>
      <w:r w:rsidRPr="00A33BC7">
        <w:rPr>
          <w:bCs/>
          <w:sz w:val="28"/>
          <w:szCs w:val="28"/>
          <w:lang w:val="uk-UA"/>
        </w:rPr>
        <w:t xml:space="preserve"> від </w:t>
      </w:r>
      <w:r>
        <w:rPr>
          <w:bCs/>
          <w:sz w:val="28"/>
          <w:szCs w:val="28"/>
          <w:lang w:val="uk-UA"/>
        </w:rPr>
        <w:t>05.02.2025</w:t>
      </w:r>
      <w:r w:rsidRPr="00A33BC7">
        <w:rPr>
          <w:bCs/>
          <w:sz w:val="28"/>
          <w:szCs w:val="28"/>
          <w:lang w:val="uk-UA"/>
        </w:rPr>
        <w:t xml:space="preserve"> року, Положення про відчуження та списання майна, що перебуває у комунальній власності територіальної громади міста Житомира, затвердженого рішення міської ради від 29.09.2005 №550, згідно з</w:t>
      </w:r>
      <w:r w:rsidRPr="00A33BC7">
        <w:rPr>
          <w:b/>
          <w:bCs/>
          <w:sz w:val="22"/>
          <w:szCs w:val="22"/>
          <w:lang w:val="uk-UA"/>
        </w:rPr>
        <w:t xml:space="preserve"> </w:t>
      </w:r>
      <w:r w:rsidRPr="00A33BC7">
        <w:rPr>
          <w:sz w:val="28"/>
          <w:lang w:val="uk-UA"/>
        </w:rPr>
        <w:t>статтею 29 Закону України «Про місцеве  самоврядування  в Україні»</w:t>
      </w:r>
      <w:r w:rsidRPr="00A33BC7">
        <w:rPr>
          <w:sz w:val="28"/>
          <w:szCs w:val="20"/>
          <w:lang w:val="uk-UA"/>
        </w:rPr>
        <w:t>, виконавчий комітет міської ради</w:t>
      </w:r>
    </w:p>
    <w:p w:rsidR="002252F8" w:rsidRPr="00A33BC7" w:rsidRDefault="002252F8" w:rsidP="00456234">
      <w:pPr>
        <w:jc w:val="both"/>
        <w:rPr>
          <w:sz w:val="28"/>
          <w:szCs w:val="20"/>
          <w:lang w:val="uk-UA"/>
        </w:rPr>
      </w:pPr>
    </w:p>
    <w:p w:rsidR="002252F8" w:rsidRPr="00A33BC7" w:rsidRDefault="002252F8" w:rsidP="00456234">
      <w:pPr>
        <w:jc w:val="both"/>
        <w:rPr>
          <w:sz w:val="28"/>
          <w:szCs w:val="20"/>
          <w:lang w:val="uk-UA"/>
        </w:rPr>
      </w:pPr>
      <w:r w:rsidRPr="00A33BC7">
        <w:rPr>
          <w:sz w:val="28"/>
          <w:szCs w:val="20"/>
          <w:lang w:val="uk-UA"/>
        </w:rPr>
        <w:t>ВИРІШИВ:</w:t>
      </w:r>
    </w:p>
    <w:p w:rsidR="002252F8" w:rsidRPr="00A33BC7" w:rsidRDefault="002252F8" w:rsidP="00456234">
      <w:pPr>
        <w:ind w:firstLine="680"/>
        <w:jc w:val="both"/>
        <w:rPr>
          <w:sz w:val="28"/>
          <w:szCs w:val="20"/>
          <w:lang w:val="uk-UA"/>
        </w:rPr>
      </w:pPr>
    </w:p>
    <w:p w:rsidR="002252F8" w:rsidRPr="00A33BC7" w:rsidRDefault="002252F8" w:rsidP="00ED453A">
      <w:pPr>
        <w:tabs>
          <w:tab w:val="left" w:pos="1080"/>
        </w:tabs>
        <w:ind w:firstLine="708"/>
        <w:jc w:val="both"/>
        <w:rPr>
          <w:sz w:val="28"/>
          <w:szCs w:val="20"/>
          <w:lang w:val="uk-UA"/>
        </w:rPr>
      </w:pPr>
      <w:r w:rsidRPr="00A33BC7">
        <w:rPr>
          <w:sz w:val="28"/>
          <w:szCs w:val="20"/>
          <w:lang w:val="uk-UA"/>
        </w:rPr>
        <w:t xml:space="preserve">1. Дозволити комунальному підприємству «Зеленбуд» Житомирської міської ради списати та зняти з обліку підприємства </w:t>
      </w:r>
      <w:r>
        <w:rPr>
          <w:sz w:val="28"/>
          <w:szCs w:val="20"/>
          <w:lang w:val="uk-UA"/>
        </w:rPr>
        <w:t>основні засоби,</w:t>
      </w:r>
      <w:r w:rsidRPr="00634230"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  <w:lang w:val="uk-UA"/>
        </w:rPr>
        <w:t>що фізично зношені та непридатні для подальшого використання, згідно з додатком</w:t>
      </w:r>
      <w:r w:rsidRPr="00A33BC7">
        <w:rPr>
          <w:sz w:val="28"/>
          <w:szCs w:val="20"/>
          <w:lang w:val="uk-UA"/>
        </w:rPr>
        <w:t>.</w:t>
      </w:r>
    </w:p>
    <w:p w:rsidR="002252F8" w:rsidRDefault="002252F8" w:rsidP="00157E5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0"/>
          <w:lang w:val="uk-UA"/>
        </w:rPr>
        <w:t>2</w:t>
      </w:r>
      <w:r w:rsidRPr="00A33BC7">
        <w:rPr>
          <w:sz w:val="28"/>
          <w:szCs w:val="20"/>
          <w:lang w:val="uk-UA"/>
        </w:rPr>
        <w:t xml:space="preserve">. </w:t>
      </w:r>
      <w:r w:rsidRPr="00A33BC7">
        <w:rPr>
          <w:sz w:val="28"/>
          <w:szCs w:val="28"/>
          <w:lang w:val="uk-UA"/>
        </w:rPr>
        <w:t>Списане обладнання продефектувати, придатні до реставрації та використання деталі, елементи вузлів (матеріали) оприбуткувати на склад та використовувати як обіговий ремонтний фонд, непридатні – здати на металобрухт чи в утилізацію.</w:t>
      </w:r>
    </w:p>
    <w:p w:rsidR="002252F8" w:rsidRPr="00A33BC7" w:rsidRDefault="002252F8" w:rsidP="00456234">
      <w:pPr>
        <w:jc w:val="both"/>
        <w:rPr>
          <w:sz w:val="28"/>
          <w:szCs w:val="20"/>
          <w:lang w:val="uk-UA"/>
        </w:rPr>
      </w:pPr>
      <w:r w:rsidRPr="00A33BC7"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>3</w:t>
      </w:r>
      <w:r w:rsidRPr="00A33BC7">
        <w:rPr>
          <w:sz w:val="28"/>
          <w:szCs w:val="20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ради                      Сергія Кондратюка.</w:t>
      </w:r>
    </w:p>
    <w:p w:rsidR="002252F8" w:rsidRPr="00456234" w:rsidRDefault="002252F8" w:rsidP="00456234">
      <w:pPr>
        <w:jc w:val="both"/>
        <w:rPr>
          <w:sz w:val="28"/>
          <w:szCs w:val="20"/>
          <w:lang w:val="uk-UA"/>
        </w:rPr>
      </w:pPr>
    </w:p>
    <w:p w:rsidR="002252F8" w:rsidRDefault="002252F8" w:rsidP="00456234">
      <w:pPr>
        <w:jc w:val="both"/>
        <w:rPr>
          <w:sz w:val="28"/>
          <w:szCs w:val="20"/>
          <w:lang w:val="uk-UA"/>
        </w:rPr>
      </w:pPr>
    </w:p>
    <w:p w:rsidR="002252F8" w:rsidRPr="00456234" w:rsidRDefault="002252F8" w:rsidP="00456234">
      <w:pPr>
        <w:jc w:val="both"/>
        <w:rPr>
          <w:sz w:val="28"/>
          <w:szCs w:val="20"/>
          <w:lang w:val="uk-UA"/>
        </w:rPr>
      </w:pPr>
    </w:p>
    <w:p w:rsidR="002252F8" w:rsidRPr="00456234" w:rsidRDefault="002252F8" w:rsidP="00446E54">
      <w:pPr>
        <w:rPr>
          <w:sz w:val="20"/>
          <w:szCs w:val="20"/>
          <w:lang w:val="uk-UA"/>
        </w:rPr>
      </w:pPr>
      <w:r>
        <w:rPr>
          <w:sz w:val="28"/>
          <w:szCs w:val="20"/>
          <w:lang w:val="uk-UA"/>
        </w:rPr>
        <w:t>Секретар міської ради</w:t>
      </w:r>
      <w:r w:rsidRPr="00456234">
        <w:rPr>
          <w:sz w:val="28"/>
          <w:szCs w:val="20"/>
          <w:lang w:val="uk-UA"/>
        </w:rPr>
        <w:t xml:space="preserve">                                            </w:t>
      </w:r>
      <w:r>
        <w:rPr>
          <w:sz w:val="28"/>
          <w:szCs w:val="20"/>
          <w:lang w:val="uk-UA"/>
        </w:rPr>
        <w:t xml:space="preserve">            </w:t>
      </w:r>
      <w:r w:rsidRPr="00B23774">
        <w:rPr>
          <w:sz w:val="28"/>
          <w:szCs w:val="20"/>
          <w:lang w:val="uk-UA"/>
        </w:rPr>
        <w:t>Галина</w:t>
      </w:r>
      <w:r>
        <w:rPr>
          <w:sz w:val="28"/>
          <w:szCs w:val="20"/>
          <w:lang w:val="uk-UA"/>
        </w:rPr>
        <w:t xml:space="preserve"> ШИМАНСЬКА</w:t>
      </w:r>
    </w:p>
    <w:p w:rsidR="002252F8" w:rsidRDefault="002252F8" w:rsidP="00A52DAE">
      <w:pPr>
        <w:rPr>
          <w:lang w:val="uk-UA"/>
        </w:rPr>
      </w:pPr>
    </w:p>
    <w:p w:rsidR="002252F8" w:rsidRPr="004E5A52" w:rsidRDefault="002252F8" w:rsidP="00A52DAE">
      <w:pPr>
        <w:rPr>
          <w:lang w:val="uk-UA"/>
        </w:rPr>
      </w:pPr>
    </w:p>
    <w:sectPr w:rsidR="002252F8" w:rsidRPr="004E5A52" w:rsidSect="00ED453A">
      <w:pgSz w:w="11906" w:h="16838"/>
      <w:pgMar w:top="1134" w:right="680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22BF"/>
    <w:rsid w:val="00016242"/>
    <w:rsid w:val="000334CD"/>
    <w:rsid w:val="0006677E"/>
    <w:rsid w:val="00067E7F"/>
    <w:rsid w:val="000844B3"/>
    <w:rsid w:val="00097485"/>
    <w:rsid w:val="000D0E94"/>
    <w:rsid w:val="000D17A5"/>
    <w:rsid w:val="000F458B"/>
    <w:rsid w:val="0011081D"/>
    <w:rsid w:val="00114F17"/>
    <w:rsid w:val="00137016"/>
    <w:rsid w:val="001548DC"/>
    <w:rsid w:val="00157E51"/>
    <w:rsid w:val="00160A82"/>
    <w:rsid w:val="00160C36"/>
    <w:rsid w:val="001C2055"/>
    <w:rsid w:val="00210DD2"/>
    <w:rsid w:val="002252F8"/>
    <w:rsid w:val="00256865"/>
    <w:rsid w:val="002679BD"/>
    <w:rsid w:val="00284D25"/>
    <w:rsid w:val="00297366"/>
    <w:rsid w:val="002A443D"/>
    <w:rsid w:val="002A4EEF"/>
    <w:rsid w:val="002B22BF"/>
    <w:rsid w:val="002E73A2"/>
    <w:rsid w:val="00332BFA"/>
    <w:rsid w:val="00352FA2"/>
    <w:rsid w:val="00355056"/>
    <w:rsid w:val="003716A0"/>
    <w:rsid w:val="003865CA"/>
    <w:rsid w:val="003A4A34"/>
    <w:rsid w:val="003C2D0A"/>
    <w:rsid w:val="003E10C9"/>
    <w:rsid w:val="00417F1A"/>
    <w:rsid w:val="00435148"/>
    <w:rsid w:val="00446E54"/>
    <w:rsid w:val="00451BB5"/>
    <w:rsid w:val="00455175"/>
    <w:rsid w:val="00456234"/>
    <w:rsid w:val="00456366"/>
    <w:rsid w:val="004660F4"/>
    <w:rsid w:val="00482D07"/>
    <w:rsid w:val="00491EC2"/>
    <w:rsid w:val="00497E04"/>
    <w:rsid w:val="004C75AF"/>
    <w:rsid w:val="004D2185"/>
    <w:rsid w:val="004E5A52"/>
    <w:rsid w:val="00525C12"/>
    <w:rsid w:val="005477C3"/>
    <w:rsid w:val="005A5AC2"/>
    <w:rsid w:val="005B1E11"/>
    <w:rsid w:val="005F1206"/>
    <w:rsid w:val="00634230"/>
    <w:rsid w:val="00640BC1"/>
    <w:rsid w:val="00673844"/>
    <w:rsid w:val="00676333"/>
    <w:rsid w:val="006A0757"/>
    <w:rsid w:val="006A29BA"/>
    <w:rsid w:val="006F4C60"/>
    <w:rsid w:val="007B5AE0"/>
    <w:rsid w:val="007E1204"/>
    <w:rsid w:val="007F5DED"/>
    <w:rsid w:val="00827469"/>
    <w:rsid w:val="00865827"/>
    <w:rsid w:val="00870297"/>
    <w:rsid w:val="008A1AA0"/>
    <w:rsid w:val="008A6C6B"/>
    <w:rsid w:val="008E43E1"/>
    <w:rsid w:val="0091104E"/>
    <w:rsid w:val="00965162"/>
    <w:rsid w:val="00975DE6"/>
    <w:rsid w:val="0098217A"/>
    <w:rsid w:val="009A1192"/>
    <w:rsid w:val="009F497B"/>
    <w:rsid w:val="009F6144"/>
    <w:rsid w:val="00A03C52"/>
    <w:rsid w:val="00A133E9"/>
    <w:rsid w:val="00A33BC7"/>
    <w:rsid w:val="00A51B5A"/>
    <w:rsid w:val="00A52DAE"/>
    <w:rsid w:val="00A60339"/>
    <w:rsid w:val="00A92A01"/>
    <w:rsid w:val="00A92D15"/>
    <w:rsid w:val="00A95421"/>
    <w:rsid w:val="00AA2BD0"/>
    <w:rsid w:val="00AB1A17"/>
    <w:rsid w:val="00B23774"/>
    <w:rsid w:val="00B8609B"/>
    <w:rsid w:val="00B97255"/>
    <w:rsid w:val="00BA3782"/>
    <w:rsid w:val="00BF1F7C"/>
    <w:rsid w:val="00C1363E"/>
    <w:rsid w:val="00C16E07"/>
    <w:rsid w:val="00C63E40"/>
    <w:rsid w:val="00CB1D3C"/>
    <w:rsid w:val="00D0097D"/>
    <w:rsid w:val="00D75C1C"/>
    <w:rsid w:val="00D84E26"/>
    <w:rsid w:val="00DF537E"/>
    <w:rsid w:val="00E04E49"/>
    <w:rsid w:val="00E40A73"/>
    <w:rsid w:val="00E4335D"/>
    <w:rsid w:val="00E7048A"/>
    <w:rsid w:val="00E75457"/>
    <w:rsid w:val="00E82DF6"/>
    <w:rsid w:val="00E84E0B"/>
    <w:rsid w:val="00E85C70"/>
    <w:rsid w:val="00E960D7"/>
    <w:rsid w:val="00EB7DC5"/>
    <w:rsid w:val="00ED453A"/>
    <w:rsid w:val="00EF0EEA"/>
    <w:rsid w:val="00F046B2"/>
    <w:rsid w:val="00F21897"/>
    <w:rsid w:val="00F24B55"/>
    <w:rsid w:val="00F331EA"/>
    <w:rsid w:val="00F92EF1"/>
    <w:rsid w:val="00FA53A6"/>
    <w:rsid w:val="00FC0813"/>
    <w:rsid w:val="00FD313A"/>
    <w:rsid w:val="00FE2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DA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274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7469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44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4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44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888</TotalTime>
  <Pages>1</Pages>
  <Words>216</Words>
  <Characters>1235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</cp:revision>
  <cp:lastPrinted>2024-06-04T12:11:00Z</cp:lastPrinted>
  <dcterms:created xsi:type="dcterms:W3CDTF">2020-02-03T15:42:00Z</dcterms:created>
  <dcterms:modified xsi:type="dcterms:W3CDTF">2025-02-26T12:57:00Z</dcterms:modified>
</cp:coreProperties>
</file>